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-29845</wp:posOffset>
            </wp:positionH>
            <wp:positionV relativeFrom="paragraph">
              <wp:posOffset>-936625</wp:posOffset>
            </wp:positionV>
            <wp:extent cx="7629525" cy="10725785"/>
            <wp:effectExtent l="0" t="0" r="9525" b="18415"/>
            <wp:wrapNone/>
            <wp:docPr id="1" name="图片 1" descr="C:\Users\Administrator\Desktop\图片1.jp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图片1.jpg图片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9525" cy="1072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</w:p>
    <w:p>
      <w:pPr>
        <w:widowControl/>
        <w:jc w:val="left"/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6177280</wp:posOffset>
                </wp:positionV>
                <wp:extent cx="5689600" cy="1108075"/>
                <wp:effectExtent l="0" t="0" r="0" b="0"/>
                <wp:wrapNone/>
                <wp:docPr id="3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9600" cy="11080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  <w:rPr>
                                <w:b/>
                                <w:bCs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张海山草泥马体" w:eastAsia="张海山草泥马体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32"/>
                                <w:szCs w:val="13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个 人 简 历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23.25pt;margin-top:486.4pt;height:87.25pt;width:448pt;z-index:251683840;mso-width-relative:page;mso-height-relative:page;" filled="f" stroked="f" coordsize="21600,21600" o:gfxdata="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Bd+9FPYAAAACwEAAA8AAAAAAAAAAQAgAAAA&#10;IgAAAGRycy9kb3ducmV2LnhtbFBLAQIUABQAAAAIAIdO4kCmkoi5mQEAAAUDAAAOAAAAAAAAAAEA&#10;IAAAACcBAABkcnMvZTJvRG9jLnhtbFBLBQYAAAAABgAGAFkBAAAy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/>
                        <w:rPr>
                          <w:b/>
                          <w:bCs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张海山草泥马体" w:eastAsia="张海山草泥马体" w:cstheme="minorBidi"/>
                          <w:b/>
                          <w:bCs/>
                          <w:color w:val="595959" w:themeColor="text1" w:themeTint="A6"/>
                          <w:kern w:val="24"/>
                          <w:sz w:val="132"/>
                          <w:szCs w:val="13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个 人 简 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1654175</wp:posOffset>
                </wp:positionH>
                <wp:positionV relativeFrom="paragraph">
                  <wp:posOffset>7650480</wp:posOffset>
                </wp:positionV>
                <wp:extent cx="3190875" cy="1486535"/>
                <wp:effectExtent l="0" t="0" r="0" b="0"/>
                <wp:wrapNone/>
                <wp:docPr id="4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875" cy="1486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564" w:lineRule="auto"/>
                              <w:rPr>
                                <w:rFonts w:hint="eastAsia" w:eastAsia="微软雅黑"/>
                                <w:color w:val="595959" w:themeColor="text1" w:themeTint="A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个人姓名：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幸运日素材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564" w:lineRule="auto"/>
                              <w:rPr>
                                <w:rFonts w:hint="eastAsia" w:eastAsia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联系电话：123456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0000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564" w:lineRule="auto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电子邮箱：12345678@qq.com</w:t>
                            </w:r>
                          </w:p>
                        </w:txbxContent>
                      </wps:txbx>
                      <wps:bodyPr wrap="square" lIns="91439" tIns="45719" rIns="91439" bIns="45719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130.25pt;margin-top:602.4pt;height:117.05pt;width:251.25pt;z-index:251684864;mso-width-relative:page;mso-height-relative:page;" filled="f" stroked="f" coordsize="21600,21600" o:gfxdata="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e5kG/aAAAADQEAAA8AAAAAAAAAAQAg&#10;AAAAIgAAAGRycy9kb3ducmV2LnhtbFBLAQIUABQAAAAIAIdO4kASsZ760wEAAHUDAAAOAAAAAAAA&#10;AAEAIAAAACkBAABkcnMvZTJvRG9jLnhtbFBLBQYAAAAABgAGAFkBAABu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pStyle w:val="4"/>
                        <w:spacing w:before="0" w:beforeAutospacing="0" w:after="0" w:afterAutospacing="0" w:line="564" w:lineRule="auto"/>
                        <w:rPr>
                          <w:rFonts w:hint="eastAsia" w:eastAsia="微软雅黑"/>
                          <w:color w:val="595959" w:themeColor="text1" w:themeTint="A6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个人姓名：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幸运日素材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564" w:lineRule="auto"/>
                        <w:rPr>
                          <w:rFonts w:hint="eastAsia" w:eastAsia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联系电话：123456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0000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564" w:lineRule="auto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电子邮箱：12345678@qq.com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张海山草泥马体">
    <w:altName w:val="宋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AE618E9"/>
    <w:rsid w:val="001D54F6"/>
    <w:rsid w:val="001F41AA"/>
    <w:rsid w:val="00217A16"/>
    <w:rsid w:val="00260D4C"/>
    <w:rsid w:val="00361077"/>
    <w:rsid w:val="003F6B96"/>
    <w:rsid w:val="004F035E"/>
    <w:rsid w:val="005323B1"/>
    <w:rsid w:val="006E6E94"/>
    <w:rsid w:val="0073123E"/>
    <w:rsid w:val="007535C8"/>
    <w:rsid w:val="007B04E2"/>
    <w:rsid w:val="00812AC0"/>
    <w:rsid w:val="008860D4"/>
    <w:rsid w:val="009D4D65"/>
    <w:rsid w:val="00A055CF"/>
    <w:rsid w:val="00A26DED"/>
    <w:rsid w:val="00AC615B"/>
    <w:rsid w:val="00AE2AE5"/>
    <w:rsid w:val="00B45191"/>
    <w:rsid w:val="00B57DEC"/>
    <w:rsid w:val="00BD00F3"/>
    <w:rsid w:val="00C0670B"/>
    <w:rsid w:val="00C46DD6"/>
    <w:rsid w:val="00CC17B5"/>
    <w:rsid w:val="00D23DE5"/>
    <w:rsid w:val="00D24C04"/>
    <w:rsid w:val="00E26961"/>
    <w:rsid w:val="00E44191"/>
    <w:rsid w:val="00EB697E"/>
    <w:rsid w:val="00F948B0"/>
    <w:rsid w:val="00FE5341"/>
    <w:rsid w:val="00FF0058"/>
    <w:rsid w:val="03F15114"/>
    <w:rsid w:val="1F896DC8"/>
    <w:rsid w:val="2BE47B38"/>
    <w:rsid w:val="2E355861"/>
    <w:rsid w:val="470528FB"/>
    <w:rsid w:val="4CEB2C4A"/>
    <w:rsid w:val="4E541349"/>
    <w:rsid w:val="4FDD6AE4"/>
    <w:rsid w:val="53AA71A8"/>
    <w:rsid w:val="5AE618E9"/>
    <w:rsid w:val="5DA37CC1"/>
    <w:rsid w:val="77D6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&#31616;&#21382;&#23553;&#38754;+&#31616;&#21382;+&#31616;&#21382;&#23553;&#24213;-2016&#26368;&#26032;&#31616;&#21382;&#27714;&#32844;&#31616;&#21382;&#22871;&#39184;2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简历封面+简历+简历封底-2016最新简历求职简历套餐2.docx</Template>
  <Pages>1</Pages>
  <Words>0</Words>
  <Characters>0</Characters>
  <Lines>1</Lines>
  <Paragraphs>1</Paragraphs>
  <TotalTime>1</TotalTime>
  <ScaleCrop>false</ScaleCrop>
  <LinksUpToDate>false</LinksUpToDate>
  <CharactersWithSpaces>1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2017-05-08T17:42:00Z</dcterms:created>
  <dc:creator>Administrator</dc:creator>
  <cp:lastModifiedBy>WPS_1528193819</cp:lastModifiedBy>
  <dcterms:modified xsi:type="dcterms:W3CDTF">2018-07-26T06:02:48Z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